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E97" w:rsidRDefault="00157E97" w:rsidP="00280E3B">
      <w:pPr>
        <w:pStyle w:val="OZNPROJEKTUwskazaniedatylubwersjiprojektu"/>
      </w:pPr>
      <w:bookmarkStart w:id="0" w:name="_GoBack"/>
      <w:bookmarkEnd w:id="0"/>
      <w:r w:rsidRPr="00157E97">
        <w:t>Projekt</w:t>
      </w:r>
      <w:r w:rsidR="00C507A3" w:rsidRPr="00157E97">
        <w:t xml:space="preserve"> z</w:t>
      </w:r>
      <w:r w:rsidR="00C507A3">
        <w:t> </w:t>
      </w:r>
      <w:r w:rsidRPr="00157E97">
        <w:t xml:space="preserve">dnia </w:t>
      </w:r>
      <w:r w:rsidR="0032371C">
        <w:t>27</w:t>
      </w:r>
      <w:r w:rsidR="00BA29D2">
        <w:t xml:space="preserve"> kwietnia</w:t>
      </w:r>
      <w:r w:rsidR="0048705C">
        <w:t xml:space="preserve"> 202</w:t>
      </w:r>
      <w:r w:rsidR="007B7B68">
        <w:t>1 </w:t>
      </w:r>
      <w:r w:rsidR="00D93495" w:rsidRPr="00D93495">
        <w:t>r.</w:t>
      </w:r>
      <w:r w:rsidRPr="00157E97">
        <w:t xml:space="preserve"> </w:t>
      </w:r>
    </w:p>
    <w:p w:rsidR="00280E3B" w:rsidRPr="00280E3B" w:rsidRDefault="00280E3B" w:rsidP="00280E3B">
      <w:pPr>
        <w:pStyle w:val="OZNRODZAKTUtznustawalubrozporzdzenieiorganwydajcy"/>
      </w:pPr>
    </w:p>
    <w:p w:rsidR="00C507A3" w:rsidRDefault="00157E97" w:rsidP="00157E97">
      <w:pPr>
        <w:pStyle w:val="OZNRODZAKTUtznustawalubrozporzdzenieiorganwydajcy"/>
      </w:pPr>
      <w:r w:rsidRPr="00157E97">
        <w:t xml:space="preserve">Rozporządzenie </w:t>
      </w:r>
    </w:p>
    <w:p w:rsidR="00157E97" w:rsidRPr="00157E97" w:rsidRDefault="00157E97" w:rsidP="00157E97">
      <w:pPr>
        <w:pStyle w:val="OZNRODZAKTUtznustawalubrozporzdzenieiorganwydajcy"/>
      </w:pPr>
      <w:r w:rsidRPr="00157E97">
        <w:t>Ministra Rozwoju, Pracy</w:t>
      </w:r>
      <w:r w:rsidR="00C507A3" w:rsidRPr="00157E97">
        <w:t xml:space="preserve"> i</w:t>
      </w:r>
      <w:r w:rsidR="00C507A3">
        <w:t> </w:t>
      </w:r>
      <w:r w:rsidRPr="00157E97">
        <w:t>Technologii</w:t>
      </w:r>
      <w:r w:rsidRPr="00157E97">
        <w:rPr>
          <w:rStyle w:val="Odwoanieprzypisudolnego"/>
        </w:rPr>
        <w:footnoteReference w:id="1"/>
      </w:r>
      <w:r w:rsidRPr="00157E97">
        <w:rPr>
          <w:rStyle w:val="IGindeksgrny"/>
          <w:rFonts w:eastAsiaTheme="minorEastAsia"/>
        </w:rPr>
        <w:t>)</w:t>
      </w:r>
    </w:p>
    <w:p w:rsidR="00157E97" w:rsidRPr="00157E97" w:rsidRDefault="00157E97" w:rsidP="00157E97">
      <w:pPr>
        <w:pStyle w:val="DATAAKTUdatauchwalenialubwydaniaaktu"/>
      </w:pPr>
      <w:r w:rsidRPr="00157E97">
        <w:t>z dnia ……</w:t>
      </w:r>
      <w:r w:rsidR="006A2033">
        <w:t xml:space="preserve">………….. </w:t>
      </w:r>
      <w:r w:rsidR="00D93495">
        <w:t>202</w:t>
      </w:r>
      <w:r w:rsidR="007B7B68">
        <w:t>1 </w:t>
      </w:r>
      <w:r w:rsidRPr="00157E97">
        <w:t>r.</w:t>
      </w:r>
    </w:p>
    <w:p w:rsidR="00157E97" w:rsidRPr="00157E97" w:rsidRDefault="00157E97" w:rsidP="00157E97">
      <w:pPr>
        <w:pStyle w:val="TYTUAKTUprzedmiotregulacjiustawylubrozporzdzenia"/>
      </w:pPr>
      <w:r w:rsidRPr="00157E97">
        <w:t>w sprawie określenia wzoru</w:t>
      </w:r>
      <w:r w:rsidR="00C507A3">
        <w:t xml:space="preserve"> formularza wniosku </w:t>
      </w:r>
      <w:r w:rsidR="006C6DF1">
        <w:t>w sprawie upoważnienia do udzielenia zgody na odstępstwo</w:t>
      </w:r>
      <w:r w:rsidR="006419C0">
        <w:t xml:space="preserve"> </w:t>
      </w:r>
      <w:r w:rsidR="004B185E">
        <w:t>od przepisów techniczno-budowlanych</w:t>
      </w:r>
    </w:p>
    <w:p w:rsidR="00157E97" w:rsidRPr="00157E97" w:rsidRDefault="00157E97" w:rsidP="00157E97">
      <w:pPr>
        <w:pStyle w:val="NIEARTTEKSTtekstnieartykuowanynppodstprawnarozplubpreambua"/>
      </w:pPr>
      <w:r w:rsidRPr="00157E97">
        <w:t>Na podstawie</w:t>
      </w:r>
      <w:r w:rsidR="007B7B68">
        <w:t xml:space="preserve"> art. </w:t>
      </w:r>
      <w:r w:rsidR="00617DB6">
        <w:t>9</w:t>
      </w:r>
      <w:r w:rsidR="007B7B68">
        <w:t xml:space="preserve"> ust. </w:t>
      </w:r>
      <w:r w:rsidR="00617DB6">
        <w:t>3b</w:t>
      </w:r>
      <w:r w:rsidRPr="00157E97">
        <w:t xml:space="preserve"> ustawy</w:t>
      </w:r>
      <w:r w:rsidR="00C507A3" w:rsidRPr="00157E97">
        <w:t xml:space="preserve"> z</w:t>
      </w:r>
      <w:r w:rsidR="00C507A3">
        <w:t> </w:t>
      </w:r>
      <w:r w:rsidRPr="00157E97">
        <w:t xml:space="preserve">dnia </w:t>
      </w:r>
      <w:r w:rsidR="00C507A3" w:rsidRPr="00157E97">
        <w:t>7</w:t>
      </w:r>
      <w:r w:rsidR="00C507A3">
        <w:t> </w:t>
      </w:r>
      <w:r w:rsidRPr="00157E97">
        <w:t>lipca 199</w:t>
      </w:r>
      <w:r w:rsidR="00C507A3" w:rsidRPr="00157E97">
        <w:t>4</w:t>
      </w:r>
      <w:r w:rsidR="00C507A3">
        <w:t> </w:t>
      </w:r>
      <w:r w:rsidRPr="00157E97">
        <w:t xml:space="preserve">r. </w:t>
      </w:r>
      <w:r w:rsidR="005F53E5" w:rsidRPr="00426281">
        <w:t>–</w:t>
      </w:r>
      <w:r w:rsidR="007B7B68">
        <w:t xml:space="preserve"> </w:t>
      </w:r>
      <w:r w:rsidRPr="00157E97">
        <w:t>Prawo budowlane (</w:t>
      </w:r>
      <w:r w:rsidR="007B7B68">
        <w:t>Dz. U.</w:t>
      </w:r>
      <w:r w:rsidR="00C507A3" w:rsidRPr="00157E97">
        <w:t xml:space="preserve"> z</w:t>
      </w:r>
      <w:r w:rsidR="00C507A3">
        <w:t> </w:t>
      </w:r>
      <w:r w:rsidRPr="00157E97">
        <w:t>202</w:t>
      </w:r>
      <w:r w:rsidR="00C507A3" w:rsidRPr="00157E97">
        <w:t>0</w:t>
      </w:r>
      <w:r w:rsidR="00C507A3">
        <w:t> </w:t>
      </w:r>
      <w:r w:rsidRPr="00157E97">
        <w:t>r.</w:t>
      </w:r>
      <w:r w:rsidR="007B7B68">
        <w:t xml:space="preserve"> poz. </w:t>
      </w:r>
      <w:r w:rsidRPr="00157E97">
        <w:t>1333</w:t>
      </w:r>
      <w:r w:rsidR="00D93495">
        <w:t>, 212</w:t>
      </w:r>
      <w:r w:rsidR="007B7B68">
        <w:t>7 i </w:t>
      </w:r>
      <w:r w:rsidR="0048705C">
        <w:t>232</w:t>
      </w:r>
      <w:r w:rsidR="007B7B68">
        <w:t>0 oraz z </w:t>
      </w:r>
      <w:r w:rsidR="0048705C">
        <w:t>202</w:t>
      </w:r>
      <w:r w:rsidR="007B7B68">
        <w:t>1 </w:t>
      </w:r>
      <w:r w:rsidR="0048705C">
        <w:t>r.</w:t>
      </w:r>
      <w:r w:rsidR="007B7B68">
        <w:t xml:space="preserve"> poz. </w:t>
      </w:r>
      <w:r w:rsidR="0048705C">
        <w:t>11</w:t>
      </w:r>
      <w:r w:rsidR="00A9698C">
        <w:t>, 234 i 282</w:t>
      </w:r>
      <w:r w:rsidRPr="00157E97">
        <w:t>) zarządza się, co następuje:</w:t>
      </w:r>
    </w:p>
    <w:p w:rsidR="00157E97" w:rsidRPr="00157E97" w:rsidRDefault="00157E97" w:rsidP="00C507A3">
      <w:pPr>
        <w:pStyle w:val="ARTartustawynprozporzdzenia"/>
      </w:pPr>
      <w:r w:rsidRPr="00157E97">
        <w:rPr>
          <w:rStyle w:val="Ppogrubienie"/>
        </w:rPr>
        <w:t>§ 1.</w:t>
      </w:r>
      <w:r w:rsidRPr="00157E97">
        <w:t xml:space="preserve"> </w:t>
      </w:r>
      <w:r w:rsidR="00A9698C">
        <w:t>O</w:t>
      </w:r>
      <w:r w:rsidR="00C507A3">
        <w:t xml:space="preserve">kreśla </w:t>
      </w:r>
      <w:r w:rsidR="00A9698C">
        <w:t xml:space="preserve">się </w:t>
      </w:r>
      <w:r w:rsidRPr="00157E97">
        <w:t xml:space="preserve">wzór </w:t>
      </w:r>
      <w:r w:rsidR="00C507A3">
        <w:t xml:space="preserve">formularza </w:t>
      </w:r>
      <w:r w:rsidRPr="00157E97">
        <w:t>wniosku</w:t>
      </w:r>
      <w:r w:rsidR="00C507A3" w:rsidRPr="00157E97">
        <w:t xml:space="preserve"> </w:t>
      </w:r>
      <w:r w:rsidR="006C6DF1">
        <w:t>w sprawie upoważnienia do udzielenia zgody na odstępstwo</w:t>
      </w:r>
      <w:r w:rsidR="00C25C80">
        <w:t xml:space="preserve"> od przepisów techniczno-budowlanych</w:t>
      </w:r>
      <w:r w:rsidRPr="00157E97">
        <w:t>,</w:t>
      </w:r>
      <w:r w:rsidR="007B7B68" w:rsidRPr="00157E97">
        <w:t xml:space="preserve"> </w:t>
      </w:r>
      <w:r w:rsidR="007B7B68">
        <w:t>w </w:t>
      </w:r>
      <w:r w:rsidR="0048705C">
        <w:t>tym</w:t>
      </w:r>
      <w:r w:rsidR="007B7B68">
        <w:t xml:space="preserve"> w </w:t>
      </w:r>
      <w:r w:rsidR="0048705C">
        <w:t>formie dokumentu elektronicznego</w:t>
      </w:r>
      <w:r w:rsidR="007B7B68">
        <w:t xml:space="preserve"> w </w:t>
      </w:r>
      <w:r w:rsidR="0048705C">
        <w:t>rozumieniu ustawy</w:t>
      </w:r>
      <w:r w:rsidR="007B7B68">
        <w:t xml:space="preserve"> z </w:t>
      </w:r>
      <w:r w:rsidR="0048705C">
        <w:t>dnia 1</w:t>
      </w:r>
      <w:r w:rsidR="007B7B68">
        <w:t>7 </w:t>
      </w:r>
      <w:r w:rsidR="0048705C">
        <w:t>lutego 200</w:t>
      </w:r>
      <w:r w:rsidR="007B7B68">
        <w:t>5 </w:t>
      </w:r>
      <w:r w:rsidR="0048705C">
        <w:t>r.</w:t>
      </w:r>
      <w:r w:rsidR="007B7B68">
        <w:t xml:space="preserve"> o </w:t>
      </w:r>
      <w:r w:rsidR="0048705C">
        <w:t>informatyzacji działalności podmiotów realizujących zadania publiczne (</w:t>
      </w:r>
      <w:r w:rsidR="007B7B68">
        <w:t>Dz. U. z </w:t>
      </w:r>
      <w:r w:rsidR="0048705C">
        <w:t>202</w:t>
      </w:r>
      <w:r w:rsidR="007B7B68">
        <w:t>0 </w:t>
      </w:r>
      <w:r w:rsidR="0048705C">
        <w:t>r.</w:t>
      </w:r>
      <w:r w:rsidR="007B7B68">
        <w:t xml:space="preserve"> poz. </w:t>
      </w:r>
      <w:r w:rsidR="0048705C">
        <w:t>346, 568, 695, 151</w:t>
      </w:r>
      <w:r w:rsidR="007B7B68">
        <w:t>7 i </w:t>
      </w:r>
      <w:r w:rsidR="0048705C">
        <w:t xml:space="preserve">2320), </w:t>
      </w:r>
      <w:r w:rsidRPr="00157E97">
        <w:t>stanowi</w:t>
      </w:r>
      <w:r w:rsidR="00D653B1">
        <w:t>ący</w:t>
      </w:r>
      <w:r w:rsidRPr="00157E97">
        <w:t xml:space="preserve"> załącznik do rozporządzenia. </w:t>
      </w:r>
    </w:p>
    <w:p w:rsidR="00157E97" w:rsidRPr="00157E97" w:rsidRDefault="00157E97" w:rsidP="00157E97">
      <w:pPr>
        <w:pStyle w:val="ARTartustawynprozporzdzenia"/>
      </w:pPr>
      <w:r w:rsidRPr="00157E97">
        <w:rPr>
          <w:rStyle w:val="Ppogrubienie"/>
        </w:rPr>
        <w:t>§ 2.</w:t>
      </w:r>
      <w:r w:rsidRPr="00157E97">
        <w:t xml:space="preserve"> Rozporządzenie wchodzi</w:t>
      </w:r>
      <w:r w:rsidR="00C507A3" w:rsidRPr="00157E97">
        <w:t xml:space="preserve"> w</w:t>
      </w:r>
      <w:r w:rsidR="00C507A3">
        <w:t> </w:t>
      </w:r>
      <w:r w:rsidRPr="00157E97">
        <w:t>życie</w:t>
      </w:r>
      <w:r w:rsidR="00C507A3" w:rsidRPr="00157E97">
        <w:t xml:space="preserve"> z</w:t>
      </w:r>
      <w:r w:rsidR="00C507A3">
        <w:t> </w:t>
      </w:r>
      <w:r w:rsidR="00172978">
        <w:t xml:space="preserve">dniem </w:t>
      </w:r>
      <w:r w:rsidR="007B7B68">
        <w:t>1 </w:t>
      </w:r>
      <w:r w:rsidR="00172978">
        <w:t>lipca 202</w:t>
      </w:r>
      <w:r w:rsidR="007B7B68">
        <w:t>1 </w:t>
      </w:r>
      <w:r w:rsidR="00172978">
        <w:t>r.</w:t>
      </w:r>
    </w:p>
    <w:p w:rsidR="006A2033" w:rsidRPr="00157E97" w:rsidRDefault="006A2033" w:rsidP="001B07B9">
      <w:pPr>
        <w:pStyle w:val="ARTartustawynprozporzdzenia"/>
        <w:ind w:firstLine="0"/>
      </w:pPr>
    </w:p>
    <w:p w:rsidR="00157E97" w:rsidRDefault="00157E97" w:rsidP="00157E97">
      <w:pPr>
        <w:pStyle w:val="NAZORGWYDnazwaorganuwydajcegoprojektowanyakt"/>
      </w:pPr>
      <w:r w:rsidRPr="00157E97">
        <w:t>Minister Rozwoju,</w:t>
      </w:r>
      <w:r w:rsidR="00637EA4">
        <w:t xml:space="preserve"> </w:t>
      </w:r>
      <w:r w:rsidRPr="00157E97">
        <w:t>Pracy</w:t>
      </w:r>
      <w:r w:rsidR="00637EA4">
        <w:t xml:space="preserve"> </w:t>
      </w:r>
      <w:r w:rsidR="00C507A3" w:rsidRPr="00157E97">
        <w:t>i</w:t>
      </w:r>
      <w:r w:rsidR="00C507A3">
        <w:t> </w:t>
      </w:r>
      <w:r w:rsidRPr="00157E97">
        <w:t>Technologii</w:t>
      </w:r>
    </w:p>
    <w:p w:rsidR="006A2033" w:rsidRDefault="006A2033" w:rsidP="00B04686">
      <w:pPr>
        <w:pStyle w:val="NAZORGWYDnazwaorganuwydajcegoprojektowanyakt"/>
        <w:ind w:left="0"/>
        <w:jc w:val="left"/>
      </w:pPr>
    </w:p>
    <w:sectPr w:rsidR="006A2033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423" w:rsidRDefault="00AE0423">
      <w:r>
        <w:separator/>
      </w:r>
    </w:p>
  </w:endnote>
  <w:endnote w:type="continuationSeparator" w:id="0">
    <w:p w:rsidR="00AE0423" w:rsidRDefault="00AE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423" w:rsidRDefault="00AE0423">
      <w:r>
        <w:separator/>
      </w:r>
    </w:p>
  </w:footnote>
  <w:footnote w:type="continuationSeparator" w:id="0">
    <w:p w:rsidR="00AE0423" w:rsidRDefault="00AE0423">
      <w:r>
        <w:continuationSeparator/>
      </w:r>
    </w:p>
  </w:footnote>
  <w:footnote w:id="1">
    <w:p w:rsidR="00157E97" w:rsidRDefault="00157E97" w:rsidP="00157E97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  <w:t>Minister Rozwoju, Pracy i Technologii kieruje działem administracji rządowej – budownictwo, planowanie i</w:t>
      </w:r>
      <w:r w:rsidR="0070382C">
        <w:t> </w:t>
      </w:r>
      <w:r>
        <w:t>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 w:rsidR="00136E54">
      <w:fldChar w:fldCharType="begin"/>
    </w:r>
    <w:r>
      <w:instrText xml:space="preserve"> PAGE  \* MERGEFORMAT </w:instrText>
    </w:r>
    <w:r w:rsidR="00136E54">
      <w:fldChar w:fldCharType="separate"/>
    </w:r>
    <w:r w:rsidR="00C507A3">
      <w:rPr>
        <w:noProof/>
      </w:rPr>
      <w:t>3</w:t>
    </w:r>
    <w:r w:rsidR="00136E54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E97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2120"/>
    <w:rsid w:val="00043495"/>
    <w:rsid w:val="00046A75"/>
    <w:rsid w:val="00047312"/>
    <w:rsid w:val="000508BD"/>
    <w:rsid w:val="000517AB"/>
    <w:rsid w:val="0005339C"/>
    <w:rsid w:val="00054AE9"/>
    <w:rsid w:val="000550CB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36E54"/>
    <w:rsid w:val="0014026F"/>
    <w:rsid w:val="00147A47"/>
    <w:rsid w:val="00147AA1"/>
    <w:rsid w:val="001520CF"/>
    <w:rsid w:val="0015667C"/>
    <w:rsid w:val="00157110"/>
    <w:rsid w:val="0015742A"/>
    <w:rsid w:val="00157DA1"/>
    <w:rsid w:val="00157E97"/>
    <w:rsid w:val="00163147"/>
    <w:rsid w:val="00164C57"/>
    <w:rsid w:val="00164C9D"/>
    <w:rsid w:val="00172978"/>
    <w:rsid w:val="00172F7A"/>
    <w:rsid w:val="00173150"/>
    <w:rsid w:val="00173390"/>
    <w:rsid w:val="001736F0"/>
    <w:rsid w:val="00173BB3"/>
    <w:rsid w:val="001740D0"/>
    <w:rsid w:val="00174F2C"/>
    <w:rsid w:val="00180DF3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40D8"/>
    <w:rsid w:val="001A5BEF"/>
    <w:rsid w:val="001A7F15"/>
    <w:rsid w:val="001B07B9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80E3B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2376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02AC4"/>
    <w:rsid w:val="0031004C"/>
    <w:rsid w:val="003105F6"/>
    <w:rsid w:val="00311297"/>
    <w:rsid w:val="003113BE"/>
    <w:rsid w:val="003122CA"/>
    <w:rsid w:val="003148FD"/>
    <w:rsid w:val="00321080"/>
    <w:rsid w:val="00322D45"/>
    <w:rsid w:val="0032371C"/>
    <w:rsid w:val="0032569A"/>
    <w:rsid w:val="00325A1F"/>
    <w:rsid w:val="003268F9"/>
    <w:rsid w:val="00330BAF"/>
    <w:rsid w:val="00334E3A"/>
    <w:rsid w:val="003358F7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0122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0D9D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274"/>
    <w:rsid w:val="00474E3C"/>
    <w:rsid w:val="00480A58"/>
    <w:rsid w:val="00482151"/>
    <w:rsid w:val="00485FAD"/>
    <w:rsid w:val="0048705C"/>
    <w:rsid w:val="00487AED"/>
    <w:rsid w:val="00491EDF"/>
    <w:rsid w:val="00492A3F"/>
    <w:rsid w:val="00494F62"/>
    <w:rsid w:val="004A2001"/>
    <w:rsid w:val="004A3590"/>
    <w:rsid w:val="004B00A7"/>
    <w:rsid w:val="004B185E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57DE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2BA8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53E5"/>
    <w:rsid w:val="005F7812"/>
    <w:rsid w:val="005F7A88"/>
    <w:rsid w:val="00603A1A"/>
    <w:rsid w:val="006046D5"/>
    <w:rsid w:val="00607A93"/>
    <w:rsid w:val="00610C08"/>
    <w:rsid w:val="00611F74"/>
    <w:rsid w:val="00613E0A"/>
    <w:rsid w:val="00615772"/>
    <w:rsid w:val="00617DB6"/>
    <w:rsid w:val="00621256"/>
    <w:rsid w:val="00621FCC"/>
    <w:rsid w:val="00622E4B"/>
    <w:rsid w:val="006333DA"/>
    <w:rsid w:val="00635134"/>
    <w:rsid w:val="006356E2"/>
    <w:rsid w:val="00637EA4"/>
    <w:rsid w:val="006419C0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0C2D"/>
    <w:rsid w:val="00681F9F"/>
    <w:rsid w:val="006840EA"/>
    <w:rsid w:val="006844E2"/>
    <w:rsid w:val="00685267"/>
    <w:rsid w:val="00685F7F"/>
    <w:rsid w:val="006872AE"/>
    <w:rsid w:val="00690082"/>
    <w:rsid w:val="00690252"/>
    <w:rsid w:val="00691F32"/>
    <w:rsid w:val="006946BB"/>
    <w:rsid w:val="006969FA"/>
    <w:rsid w:val="00697205"/>
    <w:rsid w:val="006A2033"/>
    <w:rsid w:val="006A35D5"/>
    <w:rsid w:val="006A748A"/>
    <w:rsid w:val="006B6141"/>
    <w:rsid w:val="006C419E"/>
    <w:rsid w:val="006C4A31"/>
    <w:rsid w:val="006C5AC2"/>
    <w:rsid w:val="006C6AFB"/>
    <w:rsid w:val="006C6DF1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382C"/>
    <w:rsid w:val="00704156"/>
    <w:rsid w:val="007069FC"/>
    <w:rsid w:val="00711221"/>
    <w:rsid w:val="007114AF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26CB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7601"/>
    <w:rsid w:val="00770F6B"/>
    <w:rsid w:val="00771883"/>
    <w:rsid w:val="00776DC2"/>
    <w:rsid w:val="00780122"/>
    <w:rsid w:val="0078214B"/>
    <w:rsid w:val="0078498A"/>
    <w:rsid w:val="00784DF0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B7B68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17FF7"/>
    <w:rsid w:val="00821514"/>
    <w:rsid w:val="00821E35"/>
    <w:rsid w:val="00824591"/>
    <w:rsid w:val="00824AED"/>
    <w:rsid w:val="00827820"/>
    <w:rsid w:val="00831B8B"/>
    <w:rsid w:val="0083405D"/>
    <w:rsid w:val="008352D4"/>
    <w:rsid w:val="0083598D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D21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1CC"/>
    <w:rsid w:val="00A333A0"/>
    <w:rsid w:val="00A37E70"/>
    <w:rsid w:val="00A437E1"/>
    <w:rsid w:val="00A4456D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698C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2BF2"/>
    <w:rsid w:val="00AD3879"/>
    <w:rsid w:val="00AD4E90"/>
    <w:rsid w:val="00AD5422"/>
    <w:rsid w:val="00AE0423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4686"/>
    <w:rsid w:val="00B04FFD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55D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66FA8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29D2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5C80"/>
    <w:rsid w:val="00C260B1"/>
    <w:rsid w:val="00C26E56"/>
    <w:rsid w:val="00C31406"/>
    <w:rsid w:val="00C37194"/>
    <w:rsid w:val="00C40637"/>
    <w:rsid w:val="00C40F6C"/>
    <w:rsid w:val="00C44426"/>
    <w:rsid w:val="00C445F3"/>
    <w:rsid w:val="00C451F4"/>
    <w:rsid w:val="00C45EB1"/>
    <w:rsid w:val="00C507A3"/>
    <w:rsid w:val="00C546B5"/>
    <w:rsid w:val="00C54A3A"/>
    <w:rsid w:val="00C55566"/>
    <w:rsid w:val="00C56448"/>
    <w:rsid w:val="00C667BE"/>
    <w:rsid w:val="00C6766B"/>
    <w:rsid w:val="00C72223"/>
    <w:rsid w:val="00C75871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E6543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1A43"/>
    <w:rsid w:val="00D15197"/>
    <w:rsid w:val="00D16820"/>
    <w:rsid w:val="00D169C8"/>
    <w:rsid w:val="00D1793F"/>
    <w:rsid w:val="00D22AF5"/>
    <w:rsid w:val="00D235EA"/>
    <w:rsid w:val="00D247A9"/>
    <w:rsid w:val="00D30CB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3B1"/>
    <w:rsid w:val="00D655D9"/>
    <w:rsid w:val="00D65872"/>
    <w:rsid w:val="00D66E95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3495"/>
    <w:rsid w:val="00D9352F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D4DA7"/>
    <w:rsid w:val="00DE1519"/>
    <w:rsid w:val="00DE1554"/>
    <w:rsid w:val="00DE2901"/>
    <w:rsid w:val="00DE4D97"/>
    <w:rsid w:val="00DE590F"/>
    <w:rsid w:val="00DE5D8F"/>
    <w:rsid w:val="00DE7DC1"/>
    <w:rsid w:val="00DF3F7E"/>
    <w:rsid w:val="00DF550C"/>
    <w:rsid w:val="00DF7648"/>
    <w:rsid w:val="00E00E29"/>
    <w:rsid w:val="00E02BAB"/>
    <w:rsid w:val="00E04CEB"/>
    <w:rsid w:val="00E060BC"/>
    <w:rsid w:val="00E1091D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96A"/>
    <w:rsid w:val="00E34A35"/>
    <w:rsid w:val="00E37C2F"/>
    <w:rsid w:val="00E41C28"/>
    <w:rsid w:val="00E46308"/>
    <w:rsid w:val="00E51E17"/>
    <w:rsid w:val="00E52DAB"/>
    <w:rsid w:val="00E539B0"/>
    <w:rsid w:val="00E55994"/>
    <w:rsid w:val="00E5604D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B244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5D50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3924"/>
    <w:rsid w:val="00F9415B"/>
    <w:rsid w:val="00FA13C2"/>
    <w:rsid w:val="00FA7F91"/>
    <w:rsid w:val="00FB121C"/>
    <w:rsid w:val="00FB193A"/>
    <w:rsid w:val="00FB1CDD"/>
    <w:rsid w:val="00FB1FBF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nhideWhenUsed="0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157E97"/>
    <w:pPr>
      <w:widowControl w:val="0"/>
      <w:autoSpaceDE w:val="0"/>
      <w:autoSpaceDN w:val="0"/>
      <w:adjustRightInd w:val="0"/>
      <w:spacing w:line="240" w:lineRule="auto"/>
    </w:pPr>
    <w:rPr>
      <w:rFonts w:ascii="A" w:hAnsi="A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unhideWhenUsed="0" w:qFormat="1"/>
    <w:lsdException w:name="Emphasis" w:locked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unhideWhenUsed="0"/>
    <w:lsdException w:name="Quote" w:locked="0" w:unhideWhenUsed="0" w:qFormat="1"/>
    <w:lsdException w:name="Intense Quote" w:locked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unhideWhenUsed="0"/>
    <w:lsdException w:name="Intense Emphasis" w:locked="0" w:unhideWhenUsed="0"/>
    <w:lsdException w:name="Subtle Reference" w:locked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157E97"/>
    <w:pPr>
      <w:widowControl w:val="0"/>
      <w:autoSpaceDE w:val="0"/>
      <w:autoSpaceDN w:val="0"/>
      <w:adjustRightInd w:val="0"/>
      <w:spacing w:line="240" w:lineRule="auto"/>
    </w:pPr>
    <w:rPr>
      <w:rFonts w:ascii="A" w:hAnsi="A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64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acowni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911408-BF3D-48D1-89BA-C2803DD0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4_0.dotm</Template>
  <TotalTime>0</TotalTime>
  <Pages>1</Pages>
  <Words>131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Ewelina Grabowska</dc:creator>
  <cp:lastModifiedBy>Anna Herman</cp:lastModifiedBy>
  <cp:revision>2</cp:revision>
  <cp:lastPrinted>2012-04-23T06:39:00Z</cp:lastPrinted>
  <dcterms:created xsi:type="dcterms:W3CDTF">2021-05-06T13:01:00Z</dcterms:created>
  <dcterms:modified xsi:type="dcterms:W3CDTF">2021-05-06T13:01:00Z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